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36F34" w14:textId="5B13D86C" w:rsidR="00496E30" w:rsidRDefault="00992877">
      <w:pPr>
        <w:jc w:val="center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\o\ad(</w:instrText>
      </w:r>
      <w:r>
        <w:rPr>
          <w:rFonts w:hint="eastAsia"/>
          <w:snapToGrid w:val="0"/>
        </w:rPr>
        <w:instrText>児童福祉施設内容変更届</w:instrText>
      </w:r>
      <w:r>
        <w:rPr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　　　　　　　　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r w:rsidR="0071239A">
        <w:rPr>
          <w:snapToGrid w:val="0"/>
        </w:rPr>
        <w:t xml:space="preserve"> </w:t>
      </w:r>
    </w:p>
    <w:p w14:paraId="268DDFFB" w14:textId="77777777" w:rsidR="00496E30" w:rsidRDefault="00992877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14:paraId="2BD65B9A" w14:textId="77777777" w:rsidR="00496E30" w:rsidRDefault="00992877">
      <w:pPr>
        <w:rPr>
          <w:snapToGrid w:val="0"/>
        </w:rPr>
      </w:pPr>
      <w:r>
        <w:rPr>
          <w:rFonts w:hint="eastAsia"/>
          <w:snapToGrid w:val="0"/>
        </w:rPr>
        <w:t xml:space="preserve">　　　千葉県知事　　　　　様</w:t>
      </w:r>
    </w:p>
    <w:p w14:paraId="5984FE5B" w14:textId="77777777" w:rsidR="00496E30" w:rsidRDefault="00992877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市町村長　　　　　　　　　　　</w:t>
      </w:r>
    </w:p>
    <w:p w14:paraId="5E1ED9F9" w14:textId="77777777" w:rsidR="00496E30" w:rsidRDefault="00992877">
      <w:pPr>
        <w:ind w:left="210"/>
        <w:rPr>
          <w:snapToGrid w:val="0"/>
        </w:rPr>
      </w:pPr>
      <w:r>
        <w:rPr>
          <w:rFonts w:hint="eastAsia"/>
          <w:snapToGrid w:val="0"/>
        </w:rPr>
        <w:t xml:space="preserve">　児童福祉施設（　　　　）の内容を変更するので、児童福祉法施行規則第</w:t>
      </w:r>
      <w:r>
        <w:rPr>
          <w:snapToGrid w:val="0"/>
        </w:rPr>
        <w:t>37</w:t>
      </w:r>
      <w:r>
        <w:rPr>
          <w:rFonts w:hint="eastAsia"/>
          <w:snapToGrid w:val="0"/>
        </w:rPr>
        <w:t>条第４項の規定により、次のとおり届け出ます。</w:t>
      </w:r>
    </w:p>
    <w:p w14:paraId="609D1B64" w14:textId="77777777" w:rsidR="00496E30" w:rsidRDefault="00992877">
      <w:pPr>
        <w:ind w:left="210"/>
        <w:rPr>
          <w:snapToGrid w:val="0"/>
        </w:rPr>
      </w:pPr>
      <w:r>
        <w:rPr>
          <w:rFonts w:hint="eastAsia"/>
          <w:snapToGrid w:val="0"/>
        </w:rPr>
        <w:t>１　施設名　　　　　　　　　　　　　　　　　　　　　（定員　　　　名）</w:t>
      </w:r>
    </w:p>
    <w:p w14:paraId="0630C7CA" w14:textId="77777777" w:rsidR="00496E30" w:rsidRDefault="00992877">
      <w:pPr>
        <w:ind w:left="210"/>
        <w:rPr>
          <w:snapToGrid w:val="0"/>
        </w:rPr>
      </w:pPr>
      <w:r>
        <w:rPr>
          <w:rFonts w:hint="eastAsia"/>
          <w:snapToGrid w:val="0"/>
        </w:rPr>
        <w:t>２　所在地</w:t>
      </w:r>
    </w:p>
    <w:p w14:paraId="186D388C" w14:textId="77777777" w:rsidR="00496E30" w:rsidRDefault="00992877">
      <w:pPr>
        <w:ind w:left="210"/>
        <w:rPr>
          <w:snapToGrid w:val="0"/>
        </w:rPr>
      </w:pPr>
      <w:r>
        <w:rPr>
          <w:rFonts w:hint="eastAsia"/>
          <w:snapToGrid w:val="0"/>
        </w:rPr>
        <w:t>３　変更内容</w:t>
      </w:r>
    </w:p>
    <w:p w14:paraId="311F1420" w14:textId="77777777" w:rsidR="00496E30" w:rsidRDefault="00992877">
      <w:pPr>
        <w:ind w:left="210"/>
        <w:rPr>
          <w:snapToGrid w:val="0"/>
        </w:rPr>
      </w:pPr>
      <w:r>
        <w:rPr>
          <w:rFonts w:hint="eastAsia"/>
          <w:snapToGrid w:val="0"/>
        </w:rPr>
        <w:t>４　変更理由</w:t>
      </w:r>
    </w:p>
    <w:p w14:paraId="1053CB1F" w14:textId="77777777" w:rsidR="00496E30" w:rsidRDefault="00992877">
      <w:pPr>
        <w:ind w:left="210"/>
        <w:rPr>
          <w:snapToGrid w:val="0"/>
        </w:rPr>
      </w:pPr>
      <w:r>
        <w:rPr>
          <w:rFonts w:hint="eastAsia"/>
          <w:snapToGrid w:val="0"/>
        </w:rPr>
        <w:t>５　変更予定年月日</w:t>
      </w:r>
    </w:p>
    <w:p w14:paraId="79A42047" w14:textId="77777777" w:rsidR="00496E30" w:rsidRDefault="00992877">
      <w:pPr>
        <w:ind w:left="210"/>
        <w:rPr>
          <w:snapToGrid w:val="0"/>
        </w:rPr>
      </w:pPr>
      <w:r>
        <w:rPr>
          <w:rFonts w:hint="eastAsia"/>
          <w:snapToGrid w:val="0"/>
        </w:rPr>
        <w:t>添付書類</w:t>
      </w:r>
    </w:p>
    <w:p w14:paraId="28773097" w14:textId="77777777" w:rsidR="00496E30" w:rsidRDefault="00992877">
      <w:pPr>
        <w:ind w:left="420"/>
        <w:rPr>
          <w:snapToGrid w:val="0"/>
        </w:rPr>
      </w:pPr>
      <w:r>
        <w:rPr>
          <w:rFonts w:hint="eastAsia"/>
          <w:snapToGrid w:val="0"/>
        </w:rPr>
        <w:t>（設備構造を変更する場合）</w:t>
      </w:r>
    </w:p>
    <w:p w14:paraId="7F8FE0CD" w14:textId="77777777" w:rsidR="00496E30" w:rsidRDefault="00992877">
      <w:pPr>
        <w:ind w:left="420"/>
        <w:rPr>
          <w:snapToGrid w:val="0"/>
        </w:rPr>
      </w:pPr>
      <w:r>
        <w:rPr>
          <w:rFonts w:hint="eastAsia"/>
          <w:snapToGrid w:val="0"/>
        </w:rPr>
        <w:t>１　変更の前後が判別できる建物平面図及び設備の一覧表</w:t>
      </w:r>
    </w:p>
    <w:p w14:paraId="4DB01168" w14:textId="77777777" w:rsidR="00496E30" w:rsidRDefault="00992877">
      <w:pPr>
        <w:ind w:left="420"/>
        <w:rPr>
          <w:snapToGrid w:val="0"/>
        </w:rPr>
      </w:pPr>
      <w:r>
        <w:rPr>
          <w:rFonts w:hint="eastAsia"/>
          <w:snapToGrid w:val="0"/>
        </w:rPr>
        <w:t>（定員を変更する場合）</w:t>
      </w:r>
    </w:p>
    <w:p w14:paraId="7698A336" w14:textId="77777777" w:rsidR="00496E30" w:rsidRDefault="00992877">
      <w:pPr>
        <w:ind w:left="420"/>
        <w:rPr>
          <w:snapToGrid w:val="0"/>
        </w:rPr>
      </w:pPr>
      <w:r>
        <w:rPr>
          <w:rFonts w:hint="eastAsia"/>
          <w:snapToGrid w:val="0"/>
        </w:rPr>
        <w:t>１　施設の職員名簿</w:t>
      </w:r>
    </w:p>
    <w:p w14:paraId="58BA460D" w14:textId="77777777" w:rsidR="00496E30" w:rsidRDefault="00992877">
      <w:pPr>
        <w:ind w:left="420"/>
        <w:rPr>
          <w:snapToGrid w:val="0"/>
        </w:rPr>
      </w:pPr>
      <w:r>
        <w:rPr>
          <w:rFonts w:hint="eastAsia"/>
          <w:snapToGrid w:val="0"/>
        </w:rPr>
        <w:t>２　設備の一覧表</w:t>
      </w:r>
    </w:p>
    <w:p w14:paraId="7D1E4F3D" w14:textId="77777777" w:rsidR="00496E30" w:rsidRDefault="00992877">
      <w:pPr>
        <w:ind w:left="420"/>
        <w:rPr>
          <w:snapToGrid w:val="0"/>
        </w:rPr>
      </w:pPr>
      <w:r>
        <w:rPr>
          <w:rFonts w:hint="eastAsia"/>
          <w:snapToGrid w:val="0"/>
        </w:rPr>
        <w:t>（施設長等を変更する場合）</w:t>
      </w:r>
    </w:p>
    <w:p w14:paraId="0ED2D44B" w14:textId="77777777" w:rsidR="00496E30" w:rsidRDefault="00992877">
      <w:pPr>
        <w:ind w:left="420"/>
        <w:rPr>
          <w:snapToGrid w:val="0"/>
        </w:rPr>
      </w:pPr>
      <w:r>
        <w:rPr>
          <w:rFonts w:hint="eastAsia"/>
          <w:snapToGrid w:val="0"/>
        </w:rPr>
        <w:t>１　就任予定者の履歴書</w:t>
      </w:r>
    </w:p>
    <w:p w14:paraId="492701E9" w14:textId="77777777" w:rsidR="00496E30" w:rsidRDefault="00992877">
      <w:pPr>
        <w:ind w:left="210"/>
        <w:rPr>
          <w:snapToGrid w:val="0"/>
        </w:rPr>
      </w:pPr>
      <w:r>
        <w:rPr>
          <w:rFonts w:hint="eastAsia"/>
          <w:snapToGrid w:val="0"/>
        </w:rPr>
        <w:t>注</w:t>
      </w:r>
    </w:p>
    <w:p w14:paraId="7881181D" w14:textId="77777777" w:rsidR="00496E30" w:rsidRDefault="00992877">
      <w:pPr>
        <w:ind w:left="630" w:hanging="210"/>
        <w:rPr>
          <w:snapToGrid w:val="0"/>
        </w:rPr>
      </w:pPr>
      <w:r>
        <w:rPr>
          <w:rFonts w:hint="eastAsia"/>
          <w:snapToGrid w:val="0"/>
        </w:rPr>
        <w:t>１　保育所について定員を変更する場合は、年齢別の増減内訳を記載すること。</w:t>
      </w:r>
    </w:p>
    <w:p w14:paraId="0B8713E3" w14:textId="77777777" w:rsidR="00496E30" w:rsidRDefault="00992877">
      <w:pPr>
        <w:ind w:left="630" w:hanging="210"/>
        <w:rPr>
          <w:snapToGrid w:val="0"/>
        </w:rPr>
      </w:pPr>
      <w:r>
        <w:rPr>
          <w:rFonts w:hint="eastAsia"/>
          <w:snapToGrid w:val="0"/>
        </w:rPr>
        <w:t>２　施設長等を変更する場合は、現任者及び就任予定者の氏名並びに退任（就任）予定年月日を記載すること。</w:t>
      </w:r>
    </w:p>
    <w:p w14:paraId="5812AEF9" w14:textId="77777777" w:rsidR="00496E30" w:rsidRDefault="00496E30">
      <w:pPr>
        <w:rPr>
          <w:snapToGrid w:val="0"/>
        </w:rPr>
      </w:pPr>
    </w:p>
    <w:sectPr w:rsidR="00496E30">
      <w:headerReference w:type="default" r:id="rId6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C0418" w14:textId="77777777" w:rsidR="00496E30" w:rsidRDefault="00992877">
      <w:r>
        <w:separator/>
      </w:r>
    </w:p>
  </w:endnote>
  <w:endnote w:type="continuationSeparator" w:id="0">
    <w:p w14:paraId="231E23B9" w14:textId="77777777" w:rsidR="00496E30" w:rsidRDefault="00992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F798C" w14:textId="77777777" w:rsidR="00496E30" w:rsidRDefault="00992877">
      <w:r>
        <w:separator/>
      </w:r>
    </w:p>
  </w:footnote>
  <w:footnote w:type="continuationSeparator" w:id="0">
    <w:p w14:paraId="2924A9B3" w14:textId="77777777" w:rsidR="00496E30" w:rsidRDefault="009928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CF616" w14:textId="56258D38" w:rsidR="00496E30" w:rsidRDefault="0071239A">
    <w:pPr>
      <w:pStyle w:val="a3"/>
    </w:pPr>
    <w:r w:rsidRPr="0071239A">
      <w:rPr>
        <w:rFonts w:ascii="ＭＳ ゴシック" w:eastAsia="ＭＳ ゴシック" w:hAnsi="ＭＳ ゴシック" w:hint="eastAsia"/>
      </w:rPr>
      <w:t>第三号様式</w:t>
    </w:r>
    <w:r>
      <w:rPr>
        <w:rFonts w:hint="eastAsia"/>
      </w:rPr>
      <w:t>（第三条第一項）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992877"/>
    <w:rsid w:val="00496E30"/>
    <w:rsid w:val="0071239A"/>
    <w:rsid w:val="00992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889A89"/>
  <w14:defaultImageDpi w14:val="0"/>
  <w15:docId w15:val="{1D582C0C-1BB2-4A85-B075-6913BB0AF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eastAsia="ＭＳ 明朝" w:hAnsi="Century" w:cs="ＭＳ 明朝"/>
      <w:szCs w:val="21"/>
    </w:rPr>
  </w:style>
  <w:style w:type="character" w:styleId="a7">
    <w:name w:val="page number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119</Characters>
  <Application>Microsoft Office Word</Application>
  <DocSecurity>0</DocSecurity>
  <Lines>1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第三号様式</dc:title>
  <dc:subject> </dc:subject>
  <dc:creator>第一法規株式会社</dc:creator>
  <cp:keywords> </cp:keywords>
  <dc:description> </dc:description>
  <cp:lastModifiedBy>大塚 直道</cp:lastModifiedBy>
  <cp:revision>3</cp:revision>
  <cp:lastPrinted>1999-11-19T05:42:00Z</cp:lastPrinted>
  <dcterms:created xsi:type="dcterms:W3CDTF">2023-08-23T07:43:00Z</dcterms:created>
  <dcterms:modified xsi:type="dcterms:W3CDTF">2023-08-23T07:49:00Z</dcterms:modified>
</cp:coreProperties>
</file>